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6B3640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EF6DE4">
        <w:rPr>
          <w:rStyle w:val="Strong"/>
          <w:rFonts w:asciiTheme="minorHAnsi" w:hAnsiTheme="minorHAnsi" w:cstheme="minorHAnsi"/>
          <w:lang w:val="en-GB"/>
        </w:rPr>
        <w:t>5</w:t>
      </w:r>
      <w:r w:rsidR="008C2D29">
        <w:rPr>
          <w:rStyle w:val="Strong"/>
          <w:rFonts w:asciiTheme="minorHAnsi" w:hAnsiTheme="minorHAnsi" w:cstheme="minorHAnsi"/>
          <w:lang w:val="en-GB"/>
        </w:rPr>
        <w:t>-2</w:t>
      </w:r>
      <w:r w:rsidR="00C36227">
        <w:rPr>
          <w:rStyle w:val="Strong"/>
          <w:rFonts w:asciiTheme="minorHAnsi" w:hAnsiTheme="minorHAnsi" w:cstheme="minorHAnsi"/>
          <w:lang w:val="en-GB"/>
        </w:rPr>
        <w:t>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5D35504D" w:rsidR="00B0293A" w:rsidRPr="00532E97" w:rsidRDefault="00AF05B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4E6EA0">
              <w:rPr>
                <w:rFonts w:ascii="Calibri" w:hAnsi="Calibri"/>
                <w:szCs w:val="20"/>
              </w:rPr>
              <w:t>6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5AAE5FAD" w:rsidR="00B0293A" w:rsidRPr="00CB6DDC" w:rsidRDefault="00AF05B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4E6EA0">
              <w:rPr>
                <w:rFonts w:ascii="Calibri" w:hAnsi="Calibri"/>
                <w:szCs w:val="20"/>
              </w:rPr>
              <w:t>6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 xml:space="preserve">025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7F3B4F34" w:rsidR="00B0293A" w:rsidRPr="00251A4B" w:rsidRDefault="00AF05B2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C36227">
              <w:rPr>
                <w:rFonts w:ascii="Calibri" w:hAnsi="Calibri"/>
                <w:szCs w:val="20"/>
              </w:rPr>
              <w:t>6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00E4298" w:rsidR="00B0293A" w:rsidRPr="00CB6DDC" w:rsidRDefault="00AF05B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7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</w:t>
            </w:r>
            <w:r w:rsidR="00C36227">
              <w:rPr>
                <w:rFonts w:ascii="Calibri" w:hAnsi="Calibri"/>
                <w:szCs w:val="20"/>
              </w:rPr>
              <w:t>5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6976B348" w:rsidR="00B0293A" w:rsidRPr="00532E97" w:rsidRDefault="00AF05B2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4E6EA0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</w:t>
            </w:r>
            <w:r w:rsidR="00C36227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746617EB" w:rsidR="00B0293A" w:rsidRPr="00532E97" w:rsidRDefault="00AF05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4E6EA0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1CF4951C" w:rsidR="00B0293A" w:rsidRPr="00532E97" w:rsidRDefault="00C36227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F05B2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AF05B2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AF05B2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3BED05A5" w:rsidR="00B0293A" w:rsidRPr="00532E97" w:rsidRDefault="00AF05B2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296F7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8</w:t>
            </w:r>
            <w:r w:rsidR="00111469">
              <w:rPr>
                <w:rFonts w:ascii="Calibri" w:hAnsi="Calibri"/>
                <w:szCs w:val="20"/>
              </w:rPr>
              <w:t>/</w:t>
            </w:r>
            <w:r w:rsidR="00296F7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02</w:t>
            </w:r>
            <w:r w:rsidR="00C36227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727BDCEE" w:rsidR="00B0293A" w:rsidRPr="00532E97" w:rsidRDefault="00E87B7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4E6EA0">
              <w:rPr>
                <w:rFonts w:ascii="Calibri" w:hAnsi="Calibri"/>
                <w:szCs w:val="20"/>
              </w:rPr>
              <w:t>4</w:t>
            </w:r>
            <w:r w:rsidR="004E6EA0" w:rsidRPr="004E6EA0">
              <w:rPr>
                <w:rFonts w:ascii="Calibri" w:hAnsi="Calibri"/>
                <w:szCs w:val="20"/>
                <w:vertAlign w:val="superscript"/>
              </w:rPr>
              <w:t>th</w:t>
            </w:r>
            <w:r w:rsidR="004E6EA0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Quarter</w:t>
            </w:r>
            <w:r w:rsidR="007B1914">
              <w:rPr>
                <w:rFonts w:ascii="Calibri" w:hAnsi="Calibri"/>
                <w:szCs w:val="20"/>
              </w:rPr>
              <w:t xml:space="preserve"> </w:t>
            </w:r>
            <w:r w:rsidR="00880EFF">
              <w:rPr>
                <w:rFonts w:ascii="Calibri" w:hAnsi="Calibri"/>
                <w:szCs w:val="20"/>
              </w:rPr>
              <w:t>202</w:t>
            </w:r>
            <w:r w:rsidR="00C36227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1C2274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7DB5D" w14:textId="77777777" w:rsidR="00A75EA8" w:rsidRDefault="00A75EA8">
      <w:r>
        <w:separator/>
      </w:r>
    </w:p>
  </w:endnote>
  <w:endnote w:type="continuationSeparator" w:id="0">
    <w:p w14:paraId="4559D278" w14:textId="77777777" w:rsidR="00A75EA8" w:rsidRDefault="00A75EA8">
      <w:r>
        <w:continuationSeparator/>
      </w:r>
    </w:p>
  </w:endnote>
  <w:endnote w:type="continuationNotice" w:id="1">
    <w:p w14:paraId="7B450E12" w14:textId="77777777" w:rsidR="00A75EA8" w:rsidRDefault="00A75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965D5E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F05B2">
      <w:rPr>
        <w:noProof/>
      </w:rPr>
      <w:t>2025-06-12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8FB8B" w14:textId="77777777" w:rsidR="00A75EA8" w:rsidRDefault="00A75EA8">
      <w:r>
        <w:separator/>
      </w:r>
    </w:p>
  </w:footnote>
  <w:footnote w:type="continuationSeparator" w:id="0">
    <w:p w14:paraId="3C7C614B" w14:textId="77777777" w:rsidR="00A75EA8" w:rsidRDefault="00A75EA8">
      <w:r>
        <w:continuationSeparator/>
      </w:r>
    </w:p>
  </w:footnote>
  <w:footnote w:type="continuationNotice" w:id="1">
    <w:p w14:paraId="363D84A4" w14:textId="77777777" w:rsidR="00A75EA8" w:rsidRDefault="00A75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6031F450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550955">
    <w:abstractNumId w:val="1"/>
  </w:num>
  <w:num w:numId="2" w16cid:durableId="700711965">
    <w:abstractNumId w:val="10"/>
  </w:num>
  <w:num w:numId="3" w16cid:durableId="1246063346">
    <w:abstractNumId w:val="11"/>
  </w:num>
  <w:num w:numId="4" w16cid:durableId="1481118751">
    <w:abstractNumId w:val="4"/>
  </w:num>
  <w:num w:numId="5" w16cid:durableId="1193692660">
    <w:abstractNumId w:val="3"/>
  </w:num>
  <w:num w:numId="6" w16cid:durableId="1578243356">
    <w:abstractNumId w:val="7"/>
  </w:num>
  <w:num w:numId="7" w16cid:durableId="219021421">
    <w:abstractNumId w:val="5"/>
  </w:num>
  <w:num w:numId="8" w16cid:durableId="2106801651">
    <w:abstractNumId w:val="9"/>
  </w:num>
  <w:num w:numId="9" w16cid:durableId="484515139">
    <w:abstractNumId w:val="0"/>
  </w:num>
  <w:num w:numId="10" w16cid:durableId="1882748737">
    <w:abstractNumId w:val="8"/>
  </w:num>
  <w:num w:numId="11" w16cid:durableId="266427449">
    <w:abstractNumId w:val="2"/>
  </w:num>
  <w:num w:numId="12" w16cid:durableId="157859457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46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17CC"/>
    <w:rsid w:val="001B2828"/>
    <w:rsid w:val="001B28AC"/>
    <w:rsid w:val="001B54D2"/>
    <w:rsid w:val="001B6479"/>
    <w:rsid w:val="001B6E4F"/>
    <w:rsid w:val="001C2274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4A5F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8A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672E0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C3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04C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5617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21E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6A8C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EA0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435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2FB3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3C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502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914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1A3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AFA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A47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952"/>
    <w:rsid w:val="009D7B2C"/>
    <w:rsid w:val="009D7E98"/>
    <w:rsid w:val="009E1204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5EA8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1997"/>
    <w:rsid w:val="00AA2A14"/>
    <w:rsid w:val="00AA2ACE"/>
    <w:rsid w:val="00AA4B37"/>
    <w:rsid w:val="00AA5D24"/>
    <w:rsid w:val="00AA6A07"/>
    <w:rsid w:val="00AA6AF4"/>
    <w:rsid w:val="00AA78A5"/>
    <w:rsid w:val="00AB011A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05B2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62CA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833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5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27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97BF1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FF2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0E61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4DEE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104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99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EA5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B71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E7CEC"/>
    <w:rsid w:val="00EF0B59"/>
    <w:rsid w:val="00EF16D7"/>
    <w:rsid w:val="00EF1BBC"/>
    <w:rsid w:val="00EF2FA0"/>
    <w:rsid w:val="00EF5912"/>
    <w:rsid w:val="00EF6026"/>
    <w:rsid w:val="00EF680A"/>
    <w:rsid w:val="00EF6AF1"/>
    <w:rsid w:val="00EF6DE4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96BAF-A131-47B7-BB71-AC7DDC5AA3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2024-06-24T00:07:00Z</dcterms:created>
  <dcterms:modified xsi:type="dcterms:W3CDTF">2025-06-11T23:09:00Z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